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47E905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C3A43" w:rsidRPr="005C3A43">
        <w:rPr>
          <w:rFonts w:eastAsia="Times New Roman" w:cs="Times New Roman"/>
          <w:b/>
          <w:lang w:eastAsia="cs-CZ"/>
        </w:rPr>
        <w:t>Vakuový separátor oleje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5C3A4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5C3A4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3A43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2024-03-11T12:58:00Z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